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2BFEE18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E173A2">
        <w:rPr>
          <w:rFonts w:cstheme="minorHAnsi"/>
          <w:b/>
          <w:bCs/>
          <w:lang w:eastAsia="pl-PL"/>
        </w:rPr>
        <w:t>POST/DYS/OLD/GZ/0</w:t>
      </w:r>
      <w:r w:rsidR="00803C45" w:rsidRPr="00E173A2">
        <w:rPr>
          <w:rFonts w:cstheme="minorHAnsi"/>
          <w:b/>
          <w:bCs/>
          <w:lang w:eastAsia="pl-PL"/>
        </w:rPr>
        <w:t>4</w:t>
      </w:r>
      <w:r w:rsidR="00F40C66" w:rsidRPr="00E173A2">
        <w:rPr>
          <w:rFonts w:cstheme="minorHAnsi"/>
          <w:b/>
          <w:bCs/>
          <w:lang w:eastAsia="pl-PL"/>
        </w:rPr>
        <w:t>4</w:t>
      </w:r>
      <w:r w:rsidR="00AD7773">
        <w:rPr>
          <w:rFonts w:cstheme="minorHAnsi"/>
          <w:b/>
          <w:bCs/>
          <w:lang w:eastAsia="pl-PL"/>
        </w:rPr>
        <w:t>82</w:t>
      </w:r>
      <w:r w:rsidR="00C85ED6" w:rsidRPr="00E173A2">
        <w:rPr>
          <w:rFonts w:cstheme="minorHAnsi"/>
          <w:b/>
          <w:bCs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40C66" w:rsidRPr="00E173A2">
        <w:rPr>
          <w:rFonts w:cstheme="minorHAnsi"/>
          <w:b/>
          <w:bCs/>
        </w:rPr>
        <w:t xml:space="preserve">Wykonanie dokumentacji projektowej i robót budowlanych w branży elektroenergetycznej na terenie działania OŁD w RE </w:t>
      </w:r>
      <w:r w:rsidR="00AD7773">
        <w:rPr>
          <w:rFonts w:cstheme="minorHAnsi"/>
          <w:b/>
          <w:bCs/>
        </w:rPr>
        <w:t>Bełchatów</w:t>
      </w:r>
      <w:r w:rsidR="00F40C66" w:rsidRPr="00E173A2">
        <w:rPr>
          <w:rFonts w:cstheme="minorHAnsi"/>
          <w:b/>
          <w:bCs/>
        </w:rPr>
        <w:t xml:space="preserve"> w podziale na </w:t>
      </w:r>
      <w:r w:rsidR="00AD7773">
        <w:rPr>
          <w:rFonts w:cstheme="minorHAnsi"/>
          <w:b/>
          <w:bCs/>
        </w:rPr>
        <w:t>3</w:t>
      </w:r>
      <w:r w:rsidR="00F40C66" w:rsidRPr="00E173A2">
        <w:rPr>
          <w:rFonts w:cstheme="minorHAnsi"/>
          <w:b/>
          <w:bCs/>
        </w:rPr>
        <w:t xml:space="preserve">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1DDD967B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03C4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40C66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AD7773">
            <w:rPr>
              <w:rFonts w:asciiTheme="majorHAnsi" w:hAnsiTheme="majorHAnsi"/>
              <w:color w:val="000000" w:themeColor="text1"/>
              <w:sz w:val="14"/>
              <w:szCs w:val="18"/>
            </w:rPr>
            <w:t>82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36FA9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17BB"/>
    <w:rsid w:val="0024291C"/>
    <w:rsid w:val="00257F22"/>
    <w:rsid w:val="00264A06"/>
    <w:rsid w:val="00265B9D"/>
    <w:rsid w:val="00270752"/>
    <w:rsid w:val="002743D5"/>
    <w:rsid w:val="002768AC"/>
    <w:rsid w:val="00294EC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3F3C50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65CA7"/>
    <w:rsid w:val="00574D7E"/>
    <w:rsid w:val="00582CE9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63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C4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0A08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77D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773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CF636C"/>
    <w:rsid w:val="00D03C12"/>
    <w:rsid w:val="00D10930"/>
    <w:rsid w:val="00D1247E"/>
    <w:rsid w:val="00D21BCE"/>
    <w:rsid w:val="00D516C1"/>
    <w:rsid w:val="00D610A7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173A2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C66"/>
    <w:rsid w:val="00F4718C"/>
    <w:rsid w:val="00F527EB"/>
    <w:rsid w:val="00F57F56"/>
    <w:rsid w:val="00F65859"/>
    <w:rsid w:val="00F664AA"/>
    <w:rsid w:val="00F709DF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Ankieta.docx</dmsv2BaseFileName>
    <dmsv2BaseDisplayName xmlns="http://schemas.microsoft.com/sharepoint/v3">Załącznik nr 9 do SWZ - Ankieta</dmsv2BaseDisplayName>
    <dmsv2SWPP2ObjectNumber xmlns="http://schemas.microsoft.com/sharepoint/v3">POST/DYS/OLD/GZ/04482/2025                        </dmsv2SWPP2ObjectNumber>
    <dmsv2SWPP2SumMD5 xmlns="http://schemas.microsoft.com/sharepoint/v3">60f2e3fe6fe4f37846ef6fc1beb3af3d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23971641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JEUP5JKVCYQC-91331814-16710</_dlc_DocId>
    <_dlc_DocIdUrl xmlns="a19cb1c7-c5c7-46d4-85ae-d83685407bba">
      <Url>https://swpp2.dms.gkpge.pl/sites/41/_layouts/15/DocIdRedir.aspx?ID=JEUP5JKVCYQC-91331814-16710</Url>
      <Description>JEUP5JKVCYQC-91331814-16710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A3B4FD-ED87-40FA-8C1A-335722EEB37D}"/>
</file>

<file path=customXml/itemProps5.xml><?xml version="1.0" encoding="utf-8"?>
<ds:datastoreItem xmlns:ds="http://schemas.openxmlformats.org/officeDocument/2006/customXml" ds:itemID="{58AF2A42-F8A0-49E6-8D69-AD70A2C3A0D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21</cp:revision>
  <cp:lastPrinted>2024-07-15T11:21:00Z</cp:lastPrinted>
  <dcterms:created xsi:type="dcterms:W3CDTF">2025-01-15T13:15:00Z</dcterms:created>
  <dcterms:modified xsi:type="dcterms:W3CDTF">2025-12-11T11:21:00Z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5a158b4c-1a23-41b1-a4d7-086a0d7931c6</vt:lpwstr>
  </property>
</Properties>
</file>